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065231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9D7AF4" w:rsidRPr="009D7AF4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9D7AF4" w:rsidRPr="009D7AF4">
        <w:rPr>
          <w:rFonts w:ascii="Times New Roman" w:eastAsia="Times New Roman" w:hAnsi="Times New Roman"/>
          <w:b/>
          <w:sz w:val="24"/>
          <w:szCs w:val="20"/>
          <w:lang w:eastAsia="pl-PL"/>
        </w:rPr>
        <w:t>BP.271.28.2018.BS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9D7AF4" w:rsidRPr="009D7AF4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9D7AF4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D7AF4">
        <w:rPr>
          <w:rFonts w:ascii="Times New Roman" w:eastAsia="Times New Roman" w:hAnsi="Times New Roman"/>
          <w:b/>
          <w:sz w:val="24"/>
          <w:szCs w:val="24"/>
          <w:lang w:eastAsia="pl-PL"/>
        </w:rPr>
        <w:t>Budowa boiska sportowego przy Szkole Podstawowej w Bodzyniewie.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07B" w:rsidRDefault="0004607B" w:rsidP="00025386">
      <w:pPr>
        <w:spacing w:after="0" w:line="240" w:lineRule="auto"/>
      </w:pPr>
      <w:r>
        <w:separator/>
      </w:r>
    </w:p>
  </w:endnote>
  <w:endnote w:type="continuationSeparator" w:id="0">
    <w:p w:rsidR="0004607B" w:rsidRDefault="0004607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AF4" w:rsidRDefault="009D7A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065231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031E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031E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AF4" w:rsidRDefault="009D7A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07B" w:rsidRDefault="0004607B" w:rsidP="00025386">
      <w:pPr>
        <w:spacing w:after="0" w:line="240" w:lineRule="auto"/>
      </w:pPr>
      <w:r>
        <w:separator/>
      </w:r>
    </w:p>
  </w:footnote>
  <w:footnote w:type="continuationSeparator" w:id="0">
    <w:p w:rsidR="0004607B" w:rsidRDefault="0004607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AF4" w:rsidRDefault="009D7A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AF4" w:rsidRDefault="009D7AF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AF4" w:rsidRDefault="009D7A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07B"/>
    <w:rsid w:val="00025386"/>
    <w:rsid w:val="0004607B"/>
    <w:rsid w:val="00065231"/>
    <w:rsid w:val="00101B40"/>
    <w:rsid w:val="001C2314"/>
    <w:rsid w:val="003C30EF"/>
    <w:rsid w:val="005624D8"/>
    <w:rsid w:val="005A0158"/>
    <w:rsid w:val="0069796D"/>
    <w:rsid w:val="008E405A"/>
    <w:rsid w:val="008F2498"/>
    <w:rsid w:val="009D7AF4"/>
    <w:rsid w:val="00A56A6F"/>
    <w:rsid w:val="00C031E1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2018-05-30T08:31:00Z</dcterms:created>
  <dcterms:modified xsi:type="dcterms:W3CDTF">2018-05-30T08:31:00Z</dcterms:modified>
</cp:coreProperties>
</file>